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19D1D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76519D1E" w14:textId="448F96C9" w:rsidR="008067D9" w:rsidRDefault="008067D9" w:rsidP="47796B89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US"/>
        </w:rPr>
      </w:pPr>
      <w:r w:rsidRPr="47796B89">
        <w:rPr>
          <w:rFonts w:ascii="Times New Roman" w:hAnsi="Times New Roman"/>
          <w:i/>
          <w:iCs/>
          <w:sz w:val="24"/>
          <w:szCs w:val="24"/>
          <w:lang w:val="en-US"/>
        </w:rPr>
        <w:t>Standard report - Appendix</w:t>
      </w:r>
    </w:p>
    <w:p w14:paraId="76519D1F" w14:textId="77777777" w:rsidR="008067D9" w:rsidRDefault="008067D9" w:rsidP="00DE2D2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Instructions on Penetration Testing</w:t>
      </w:r>
    </w:p>
    <w:p w14:paraId="76519D20" w14:textId="509FEED2" w:rsidR="008067D9" w:rsidRDefault="008067D9" w:rsidP="00DE2D27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SCP.04.00.EN</w:t>
      </w:r>
    </w:p>
    <w:p w14:paraId="6F6A631F" w14:textId="77777777" w:rsidR="004C7EB2" w:rsidRPr="00095F34" w:rsidRDefault="004C7EB2" w:rsidP="004C7EB2">
      <w:pPr>
        <w:pStyle w:val="Overskrift3"/>
        <w:spacing w:before="0" w:after="0"/>
        <w:rPr>
          <w:rFonts w:ascii="Garamond" w:hAnsi="Garamond"/>
          <w:sz w:val="24"/>
          <w:szCs w:val="28"/>
          <w:lang w:val="en-US"/>
        </w:rPr>
      </w:pPr>
      <w:r w:rsidRPr="00095F34">
        <w:rPr>
          <w:rFonts w:ascii="Garamond" w:hAnsi="Garamond"/>
          <w:sz w:val="24"/>
          <w:szCs w:val="28"/>
          <w:lang w:val="en-US"/>
        </w:rPr>
        <w:t xml:space="preserve">Appendix to standard report </w:t>
      </w:r>
    </w:p>
    <w:p w14:paraId="5F6984A3" w14:textId="77777777" w:rsidR="004C7EB2" w:rsidRPr="007E252A" w:rsidRDefault="004C7EB2" w:rsidP="004C7EB2">
      <w:pPr>
        <w:spacing w:after="0"/>
        <w:rPr>
          <w:rFonts w:ascii="Times New Roman" w:hAnsi="Times New Roman"/>
          <w:b/>
          <w:sz w:val="20"/>
          <w:szCs w:val="20"/>
          <w:lang w:val="en-US"/>
        </w:rPr>
      </w:pPr>
      <w:r w:rsidRPr="007E252A">
        <w:rPr>
          <w:rFonts w:ascii="Garamond" w:hAnsi="Garamond"/>
          <w:sz w:val="20"/>
          <w:szCs w:val="20"/>
          <w:lang w:val="en-US"/>
        </w:rPr>
        <w:t xml:space="preserve">Unique report number/internal reference number which </w:t>
      </w:r>
      <w:r>
        <w:rPr>
          <w:rFonts w:ascii="Garamond" w:hAnsi="Garamond"/>
          <w:sz w:val="20"/>
          <w:szCs w:val="20"/>
          <w:lang w:val="en-US"/>
        </w:rPr>
        <w:t>the appendix refers to</w:t>
      </w:r>
      <w:r w:rsidRPr="007E252A">
        <w:rPr>
          <w:sz w:val="20"/>
          <w:szCs w:val="20"/>
          <w:lang w:val="en-US"/>
        </w:rPr>
        <w:t xml:space="preserve">: </w:t>
      </w:r>
      <w:r w:rsidRPr="007E252A">
        <w:rPr>
          <w:lang w:val="en-US"/>
        </w:rPr>
        <w:t>_____________________________</w:t>
      </w:r>
    </w:p>
    <w:p w14:paraId="76519D22" w14:textId="78C9C3D3" w:rsidR="008067D9" w:rsidRDefault="008067D9" w:rsidP="008067D9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el-Gitter2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8067D9" w:rsidRPr="008067D9" w14:paraId="76519D24" w14:textId="77777777" w:rsidTr="00DF3326">
        <w:tc>
          <w:tcPr>
            <w:tcW w:w="9670" w:type="dxa"/>
          </w:tcPr>
          <w:p w14:paraId="76519D23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067D9">
              <w:rPr>
                <w:rFonts w:ascii="Times New Roman" w:hAnsi="Times New Roman"/>
                <w:b/>
                <w:sz w:val="24"/>
                <w:szCs w:val="24"/>
              </w:rPr>
              <w:t>Comments</w:t>
            </w:r>
            <w:proofErr w:type="spellEnd"/>
          </w:p>
        </w:tc>
      </w:tr>
      <w:tr w:rsidR="008067D9" w:rsidRPr="008067D9" w14:paraId="76519D37" w14:textId="77777777" w:rsidTr="00DF3326">
        <w:trPr>
          <w:trHeight w:val="8981"/>
        </w:trPr>
        <w:tc>
          <w:tcPr>
            <w:tcW w:w="9670" w:type="dxa"/>
          </w:tcPr>
          <w:p w14:paraId="76519D25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6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7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8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9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A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B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C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D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E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2F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30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31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32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33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519D36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6519D38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19D3B" w14:textId="77777777" w:rsidR="002D1876" w:rsidRDefault="002D1876" w:rsidP="009E4B94">
      <w:pPr>
        <w:spacing w:line="240" w:lineRule="auto"/>
      </w:pPr>
      <w:r>
        <w:separator/>
      </w:r>
    </w:p>
  </w:endnote>
  <w:endnote w:type="continuationSeparator" w:id="0">
    <w:p w14:paraId="76519D3C" w14:textId="77777777" w:rsidR="002D1876" w:rsidRDefault="002D1876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19D3D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6519D40" wp14:editId="76519D41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519D48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76519D42" wp14:editId="76519D43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19D3F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76519D46" wp14:editId="76519D47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19D39" w14:textId="77777777" w:rsidR="002D1876" w:rsidRDefault="002D1876" w:rsidP="009E4B94">
      <w:pPr>
        <w:spacing w:line="240" w:lineRule="auto"/>
      </w:pPr>
      <w:r>
        <w:separator/>
      </w:r>
    </w:p>
  </w:footnote>
  <w:footnote w:type="continuationSeparator" w:id="0">
    <w:p w14:paraId="76519D3A" w14:textId="77777777" w:rsidR="002D1876" w:rsidRDefault="002D1876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19D3E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76519D44" wp14:editId="76519D45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2115057014">
    <w:abstractNumId w:val="11"/>
  </w:num>
  <w:num w:numId="2" w16cid:durableId="1293636578">
    <w:abstractNumId w:val="7"/>
  </w:num>
  <w:num w:numId="3" w16cid:durableId="265425102">
    <w:abstractNumId w:val="6"/>
  </w:num>
  <w:num w:numId="4" w16cid:durableId="961422642">
    <w:abstractNumId w:val="5"/>
  </w:num>
  <w:num w:numId="5" w16cid:durableId="841045125">
    <w:abstractNumId w:val="4"/>
  </w:num>
  <w:num w:numId="6" w16cid:durableId="84544878">
    <w:abstractNumId w:val="10"/>
  </w:num>
  <w:num w:numId="7" w16cid:durableId="411662395">
    <w:abstractNumId w:val="3"/>
  </w:num>
  <w:num w:numId="8" w16cid:durableId="1740978771">
    <w:abstractNumId w:val="2"/>
  </w:num>
  <w:num w:numId="9" w16cid:durableId="595945093">
    <w:abstractNumId w:val="1"/>
  </w:num>
  <w:num w:numId="10" w16cid:durableId="1293555919">
    <w:abstractNumId w:val="0"/>
  </w:num>
  <w:num w:numId="11" w16cid:durableId="1008363051">
    <w:abstractNumId w:val="8"/>
  </w:num>
  <w:num w:numId="12" w16cid:durableId="1608344091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2951401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2083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D1876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C7EB2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067D9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574CA"/>
    <w:rsid w:val="00983B74"/>
    <w:rsid w:val="00990263"/>
    <w:rsid w:val="009A2571"/>
    <w:rsid w:val="009A4CCC"/>
    <w:rsid w:val="009B04D8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E2D27"/>
    <w:rsid w:val="00DF207D"/>
    <w:rsid w:val="00DF3326"/>
    <w:rsid w:val="00E05FF2"/>
    <w:rsid w:val="00E13E84"/>
    <w:rsid w:val="00E1438D"/>
    <w:rsid w:val="00E25729"/>
    <w:rsid w:val="00E26493"/>
    <w:rsid w:val="00E370C3"/>
    <w:rsid w:val="00E44C89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4779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519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-Gitter2">
    <w:name w:val="Tabel - Gitter2"/>
    <w:basedOn w:val="Tabel-Normal"/>
    <w:next w:val="Tabel-Gitter"/>
    <w:uiPriority w:val="59"/>
    <w:rsid w:val="008067D9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A90CF2-A677-49CD-8293-456437CB5DD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d8e0b01-3bd1-470f-b2b0-c2ed8c7d5e05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1BD6539-7EC1-4AC7-AFC6-73BDF2ACED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3C143D-09E9-4412-AC23-B05C27D8A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34</Words>
  <Characters>208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2015-02-04T09:57:00Z</dcterms:created>
  <dcterms:modified xsi:type="dcterms:W3CDTF">2025-01-07T12:51:00Z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ccd1b776-9912-4f44-8861-7e7c1e4cb042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